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56E1E" w14:textId="5899DD62" w:rsidR="00D879B7" w:rsidRPr="00D879B7" w:rsidRDefault="00D879B7" w:rsidP="006F2F54">
      <w:pPr>
        <w:suppressAutoHyphens/>
        <w:ind w:left="5387"/>
        <w:jc w:val="right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kern w:val="1"/>
          <w:lang w:eastAsia="zh-CN"/>
        </w:rPr>
        <w:t xml:space="preserve">Załącznik nr </w:t>
      </w:r>
      <w:r w:rsidR="0068434D">
        <w:rPr>
          <w:rFonts w:ascii="Arial" w:hAnsi="Arial" w:cs="Arial"/>
          <w:kern w:val="1"/>
          <w:lang w:eastAsia="zh-CN"/>
        </w:rPr>
        <w:t>1</w:t>
      </w:r>
      <w:r w:rsidRPr="00D879B7">
        <w:rPr>
          <w:rFonts w:ascii="Arial" w:hAnsi="Arial" w:cs="Arial"/>
          <w:bCs/>
          <w:kern w:val="1"/>
          <w:lang w:eastAsia="zh-CN"/>
        </w:rPr>
        <w:t xml:space="preserve">                                                                                                                     </w:t>
      </w:r>
    </w:p>
    <w:p w14:paraId="431E4825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7BC285B6" w14:textId="77777777" w:rsidR="00D879B7" w:rsidRPr="00D879B7" w:rsidRDefault="00D879B7" w:rsidP="00D879B7">
      <w:pPr>
        <w:suppressAutoHyphens/>
        <w:jc w:val="center"/>
        <w:rPr>
          <w:rFonts w:ascii="Arial" w:hAnsi="Arial" w:cs="Arial"/>
          <w:b/>
          <w:bCs/>
          <w:kern w:val="1"/>
          <w:lang w:eastAsia="zh-CN"/>
        </w:rPr>
      </w:pPr>
      <w:r w:rsidRPr="00D879B7">
        <w:rPr>
          <w:rFonts w:ascii="Arial" w:hAnsi="Arial" w:cs="Arial"/>
          <w:b/>
          <w:bCs/>
          <w:kern w:val="1"/>
          <w:lang w:eastAsia="zh-CN"/>
        </w:rPr>
        <w:t xml:space="preserve">OFERTA </w:t>
      </w:r>
    </w:p>
    <w:p w14:paraId="709081E3" w14:textId="77777777" w:rsidR="00D879B7" w:rsidRPr="00D879B7" w:rsidRDefault="00D879B7" w:rsidP="00D879B7">
      <w:pPr>
        <w:suppressAutoHyphens/>
        <w:jc w:val="center"/>
        <w:rPr>
          <w:rFonts w:ascii="Arial" w:hAnsi="Arial" w:cs="Arial"/>
          <w:b/>
          <w:bCs/>
          <w:kern w:val="1"/>
          <w:lang w:eastAsia="zh-CN"/>
        </w:rPr>
      </w:pPr>
    </w:p>
    <w:p w14:paraId="72D3DB85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eastAsia="Arial" w:hAnsi="Arial" w:cs="Arial"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kern w:val="1"/>
          <w:lang w:eastAsia="zh-CN"/>
        </w:rPr>
        <w:t>...</w:t>
      </w:r>
    </w:p>
    <w:p w14:paraId="44997979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</w:p>
    <w:p w14:paraId="4ED5F00C" w14:textId="1F0E46BC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eastAsia="Arial" w:hAnsi="Arial" w:cs="Arial"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kern w:val="1"/>
          <w:lang w:eastAsia="zh-CN"/>
        </w:rPr>
        <w:t>..</w:t>
      </w:r>
      <w:r w:rsidR="006F2F54">
        <w:rPr>
          <w:rFonts w:ascii="Arial" w:hAnsi="Arial" w:cs="Arial"/>
          <w:kern w:val="1"/>
          <w:lang w:eastAsia="zh-CN"/>
        </w:rPr>
        <w:t>.</w:t>
      </w:r>
    </w:p>
    <w:p w14:paraId="0066D514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</w:p>
    <w:p w14:paraId="04091625" w14:textId="01BC6754" w:rsidR="00D879B7" w:rsidRPr="00D879B7" w:rsidRDefault="00D879B7" w:rsidP="00D879B7">
      <w:pPr>
        <w:suppressAutoHyphens/>
        <w:autoSpaceDE w:val="0"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bCs/>
          <w:kern w:val="1"/>
          <w:lang w:eastAsia="zh-CN"/>
        </w:rPr>
        <w:t>..</w:t>
      </w:r>
      <w:r w:rsidR="006F2F54">
        <w:rPr>
          <w:rFonts w:ascii="Arial" w:hAnsi="Arial" w:cs="Arial"/>
          <w:bCs/>
          <w:kern w:val="1"/>
          <w:lang w:eastAsia="zh-CN"/>
        </w:rPr>
        <w:t>.</w:t>
      </w:r>
    </w:p>
    <w:p w14:paraId="6BA32D8E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</w:t>
      </w:r>
      <w:r w:rsidRPr="00D879B7">
        <w:rPr>
          <w:rFonts w:ascii="Arial" w:hAnsi="Arial" w:cs="Arial"/>
          <w:bCs/>
          <w:kern w:val="1"/>
          <w:lang w:eastAsia="zh-CN"/>
        </w:rPr>
        <w:t>(nazwa i adres wykonawcy)</w:t>
      </w:r>
    </w:p>
    <w:p w14:paraId="6E179DED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214C5472" w14:textId="0E3E4298" w:rsidR="00993D59" w:rsidRPr="00993D59" w:rsidRDefault="00D879B7" w:rsidP="00993D59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1.Oferuję wykonanie przedmiotu zamówienia</w:t>
      </w:r>
      <w:r w:rsidR="00993D59">
        <w:rPr>
          <w:rFonts w:ascii="Arial" w:hAnsi="Arial" w:cs="Arial"/>
          <w:bCs/>
          <w:kern w:val="1"/>
          <w:lang w:eastAsia="zh-CN"/>
        </w:rPr>
        <w:t xml:space="preserve"> na zadanie pod nazwą: </w:t>
      </w:r>
      <w:r w:rsidR="00993D59" w:rsidRPr="00AF5DE9">
        <w:rPr>
          <w:rFonts w:ascii="Arial" w:hAnsi="Arial" w:cs="Arial"/>
          <w:b/>
          <w:bCs/>
          <w:kern w:val="1"/>
          <w:lang w:eastAsia="zh-CN"/>
        </w:rPr>
        <w:t>„Wycinka drzew niebezpiecznych”</w:t>
      </w:r>
      <w:r w:rsidR="00993D59">
        <w:rPr>
          <w:rFonts w:ascii="Arial" w:hAnsi="Arial" w:cs="Arial"/>
          <w:b/>
          <w:bCs/>
          <w:kern w:val="1"/>
          <w:lang w:eastAsia="zh-CN"/>
        </w:rPr>
        <w:t xml:space="preserve"> zgodnie z zapytaniem ofertowym Nadleśnictwa Lubliniec z dnia </w:t>
      </w:r>
      <w:r w:rsidR="0064650D">
        <w:rPr>
          <w:rFonts w:ascii="Arial" w:hAnsi="Arial" w:cs="Arial"/>
          <w:b/>
          <w:bCs/>
          <w:kern w:val="1"/>
          <w:lang w:eastAsia="zh-CN"/>
        </w:rPr>
        <w:t>04</w:t>
      </w:r>
      <w:r w:rsidR="00993D59">
        <w:rPr>
          <w:rFonts w:ascii="Arial" w:hAnsi="Arial" w:cs="Arial"/>
          <w:b/>
          <w:bCs/>
          <w:kern w:val="1"/>
          <w:lang w:eastAsia="zh-CN"/>
        </w:rPr>
        <w:t>.</w:t>
      </w:r>
      <w:r w:rsidR="0064650D">
        <w:rPr>
          <w:rFonts w:ascii="Arial" w:hAnsi="Arial" w:cs="Arial"/>
          <w:b/>
          <w:bCs/>
          <w:kern w:val="1"/>
          <w:lang w:eastAsia="zh-CN"/>
        </w:rPr>
        <w:t>12</w:t>
      </w:r>
      <w:r w:rsidR="00993D59">
        <w:rPr>
          <w:rFonts w:ascii="Arial" w:hAnsi="Arial" w:cs="Arial"/>
          <w:b/>
          <w:bCs/>
          <w:kern w:val="1"/>
          <w:lang w:eastAsia="zh-CN"/>
        </w:rPr>
        <w:t>.2024r.</w:t>
      </w:r>
    </w:p>
    <w:p w14:paraId="2C298630" w14:textId="5B266132" w:rsidR="00D879B7" w:rsidRPr="00D879B7" w:rsidRDefault="008911C8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>z</w:t>
      </w:r>
      <w:r w:rsidR="00D879B7" w:rsidRPr="00D879B7">
        <w:rPr>
          <w:rFonts w:ascii="Arial" w:hAnsi="Arial" w:cs="Arial"/>
          <w:bCs/>
          <w:kern w:val="1"/>
          <w:lang w:eastAsia="zh-CN"/>
        </w:rPr>
        <w:t>a</w:t>
      </w:r>
      <w:r>
        <w:rPr>
          <w:rFonts w:ascii="Arial" w:hAnsi="Arial" w:cs="Arial"/>
          <w:bCs/>
          <w:kern w:val="1"/>
          <w:lang w:eastAsia="zh-CN"/>
        </w:rPr>
        <w:t>:</w:t>
      </w:r>
    </w:p>
    <w:p w14:paraId="68CC7BEB" w14:textId="60A59113" w:rsidR="001F0E85" w:rsidRPr="00375352" w:rsidRDefault="001F0E85" w:rsidP="001F0E85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375352">
        <w:rPr>
          <w:rFonts w:ascii="Arial" w:hAnsi="Arial" w:cs="Arial"/>
          <w:bCs/>
          <w:kern w:val="1"/>
          <w:lang w:eastAsia="zh-CN"/>
        </w:rPr>
        <w:t xml:space="preserve">cenę netto - </w:t>
      </w:r>
      <w:r w:rsidR="0064650D">
        <w:rPr>
          <w:rFonts w:ascii="Arial" w:hAnsi="Arial" w:cs="Arial"/>
          <w:bCs/>
          <w:kern w:val="1"/>
          <w:lang w:eastAsia="zh-CN"/>
        </w:rPr>
        <w:t>42</w:t>
      </w:r>
      <w:r w:rsidRPr="00C67EE7">
        <w:rPr>
          <w:rFonts w:ascii="Arial" w:hAnsi="Arial" w:cs="Arial"/>
          <w:bCs/>
          <w:kern w:val="1"/>
          <w:lang w:eastAsia="zh-CN"/>
        </w:rPr>
        <w:t xml:space="preserve"> </w:t>
      </w:r>
      <w:r w:rsidR="00DB4A2D" w:rsidRPr="00C67EE7">
        <w:rPr>
          <w:rFonts w:ascii="Arial" w:hAnsi="Arial" w:cs="Arial"/>
          <w:bCs/>
          <w:kern w:val="1"/>
          <w:lang w:eastAsia="zh-CN"/>
        </w:rPr>
        <w:t>szt.</w:t>
      </w:r>
      <w:r w:rsidRPr="00375352">
        <w:rPr>
          <w:rFonts w:ascii="Arial" w:hAnsi="Arial" w:cs="Arial"/>
          <w:bCs/>
          <w:kern w:val="1"/>
          <w:lang w:eastAsia="zh-CN"/>
        </w:rPr>
        <w:t xml:space="preserve"> x ............. zł/</w:t>
      </w:r>
      <w:r w:rsidR="00DB4A2D">
        <w:rPr>
          <w:rFonts w:ascii="Arial" w:hAnsi="Arial" w:cs="Arial"/>
          <w:bCs/>
          <w:kern w:val="1"/>
          <w:lang w:eastAsia="zh-CN"/>
        </w:rPr>
        <w:t>szt.</w:t>
      </w:r>
      <w:r w:rsidRPr="00375352">
        <w:rPr>
          <w:rFonts w:ascii="Arial" w:hAnsi="Arial" w:cs="Arial"/>
          <w:bCs/>
          <w:kern w:val="1"/>
          <w:lang w:eastAsia="zh-CN"/>
        </w:rPr>
        <w:t xml:space="preserve"> = ...................... zł</w:t>
      </w:r>
    </w:p>
    <w:p w14:paraId="07BACA67" w14:textId="5DDF9B35" w:rsidR="001F0E85" w:rsidRPr="00375352" w:rsidRDefault="001F0E85" w:rsidP="001F0E85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375352">
        <w:rPr>
          <w:rFonts w:ascii="Arial" w:hAnsi="Arial" w:cs="Arial"/>
          <w:bCs/>
          <w:kern w:val="1"/>
          <w:lang w:eastAsia="zh-CN"/>
        </w:rPr>
        <w:t>podatek VAT - ……....</w:t>
      </w:r>
      <w:r w:rsidR="006436CD" w:rsidRPr="00375352">
        <w:rPr>
          <w:rFonts w:ascii="Arial" w:hAnsi="Arial" w:cs="Arial"/>
          <w:bCs/>
          <w:kern w:val="1"/>
          <w:lang w:eastAsia="zh-CN"/>
        </w:rPr>
        <w:t xml:space="preserve"> </w:t>
      </w:r>
      <w:r w:rsidRPr="00375352">
        <w:rPr>
          <w:rFonts w:ascii="Arial" w:hAnsi="Arial" w:cs="Arial"/>
          <w:bCs/>
          <w:kern w:val="1"/>
          <w:lang w:eastAsia="zh-CN"/>
        </w:rPr>
        <w:t>% -</w:t>
      </w:r>
      <w:r w:rsidR="006436CD" w:rsidRPr="00375352">
        <w:rPr>
          <w:rFonts w:ascii="Arial" w:hAnsi="Arial" w:cs="Arial"/>
          <w:bCs/>
          <w:kern w:val="1"/>
          <w:lang w:eastAsia="zh-CN"/>
        </w:rPr>
        <w:t xml:space="preserve"> </w:t>
      </w:r>
      <w:r w:rsidRPr="00375352">
        <w:rPr>
          <w:rFonts w:ascii="Arial" w:hAnsi="Arial" w:cs="Arial"/>
          <w:bCs/>
          <w:kern w:val="1"/>
          <w:lang w:eastAsia="zh-CN"/>
        </w:rPr>
        <w:t xml:space="preserve">………….………….zł, </w:t>
      </w:r>
    </w:p>
    <w:p w14:paraId="23F397B4" w14:textId="1E605B62" w:rsidR="001F0E85" w:rsidRPr="00375352" w:rsidRDefault="001F0E85" w:rsidP="001F0E85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375352">
        <w:rPr>
          <w:rFonts w:ascii="Arial" w:hAnsi="Arial" w:cs="Arial"/>
          <w:bCs/>
          <w:kern w:val="1"/>
          <w:lang w:eastAsia="zh-CN"/>
        </w:rPr>
        <w:t xml:space="preserve">cenę brutto - </w:t>
      </w:r>
      <w:r w:rsidR="0064650D">
        <w:rPr>
          <w:rFonts w:ascii="Arial" w:hAnsi="Arial" w:cs="Arial"/>
          <w:bCs/>
          <w:kern w:val="1"/>
          <w:lang w:eastAsia="zh-CN"/>
        </w:rPr>
        <w:t>42</w:t>
      </w:r>
      <w:r w:rsidRPr="00C67EE7">
        <w:rPr>
          <w:rFonts w:ascii="Arial" w:hAnsi="Arial" w:cs="Arial"/>
          <w:bCs/>
          <w:kern w:val="1"/>
          <w:lang w:eastAsia="zh-CN"/>
        </w:rPr>
        <w:t xml:space="preserve"> </w:t>
      </w:r>
      <w:r w:rsidR="00DB4A2D" w:rsidRPr="00C67EE7">
        <w:rPr>
          <w:rFonts w:ascii="Arial" w:hAnsi="Arial" w:cs="Arial"/>
          <w:bCs/>
          <w:kern w:val="1"/>
          <w:lang w:eastAsia="zh-CN"/>
        </w:rPr>
        <w:t>szt.</w:t>
      </w:r>
      <w:r w:rsidRPr="00375352">
        <w:rPr>
          <w:rFonts w:ascii="Arial" w:hAnsi="Arial" w:cs="Arial"/>
          <w:bCs/>
          <w:kern w:val="1"/>
          <w:lang w:eastAsia="zh-CN"/>
        </w:rPr>
        <w:t xml:space="preserve"> x ………..zł/</w:t>
      </w:r>
      <w:r w:rsidR="00DB4A2D">
        <w:rPr>
          <w:rFonts w:ascii="Arial" w:hAnsi="Arial" w:cs="Arial"/>
          <w:bCs/>
          <w:kern w:val="1"/>
          <w:lang w:eastAsia="zh-CN"/>
        </w:rPr>
        <w:t>szt.</w:t>
      </w:r>
      <w:r w:rsidRPr="00375352">
        <w:rPr>
          <w:rFonts w:ascii="Arial" w:hAnsi="Arial" w:cs="Arial"/>
          <w:bCs/>
          <w:kern w:val="1"/>
          <w:lang w:eastAsia="zh-CN"/>
        </w:rPr>
        <w:t xml:space="preserve"> = ..................... zł</w:t>
      </w:r>
    </w:p>
    <w:p w14:paraId="0BA7B813" w14:textId="5995C6F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(słownie</w:t>
      </w:r>
      <w:r w:rsidR="005D77C2">
        <w:rPr>
          <w:rFonts w:ascii="Arial" w:hAnsi="Arial" w:cs="Arial"/>
          <w:bCs/>
          <w:kern w:val="1"/>
          <w:lang w:eastAsia="zh-CN"/>
        </w:rPr>
        <w:t>:</w:t>
      </w:r>
      <w:r w:rsidRPr="00D879B7">
        <w:rPr>
          <w:rFonts w:ascii="Arial" w:hAnsi="Arial" w:cs="Arial"/>
          <w:bCs/>
          <w:kern w:val="1"/>
          <w:lang w:eastAsia="zh-CN"/>
        </w:rPr>
        <w:t>………………………………………………………………...……..</w:t>
      </w:r>
      <w:r w:rsidR="001F0E85">
        <w:rPr>
          <w:rFonts w:ascii="Arial" w:hAnsi="Arial" w:cs="Arial"/>
          <w:bCs/>
          <w:kern w:val="1"/>
          <w:lang w:eastAsia="zh-CN"/>
        </w:rPr>
        <w:t>....................</w:t>
      </w:r>
      <w:r w:rsidRPr="00D879B7">
        <w:rPr>
          <w:rFonts w:ascii="Arial" w:hAnsi="Arial" w:cs="Arial"/>
          <w:bCs/>
          <w:kern w:val="1"/>
          <w:lang w:eastAsia="zh-CN"/>
        </w:rPr>
        <w:t>.zł)</w:t>
      </w:r>
    </w:p>
    <w:p w14:paraId="3C4D5FBC" w14:textId="2C975FA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2.Oferuję wykonanie zamówienia zgodnie z wymogami określonymi w zapytaniu ofertowym</w:t>
      </w:r>
      <w:r w:rsidR="00E423DF">
        <w:rPr>
          <w:rFonts w:ascii="Arial" w:hAnsi="Arial" w:cs="Arial"/>
          <w:bCs/>
          <w:kern w:val="1"/>
          <w:lang w:eastAsia="zh-CN"/>
        </w:rPr>
        <w:t>:</w:t>
      </w:r>
    </w:p>
    <w:p w14:paraId="7F5E76ED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termin wykonania zamówienia*-……………………………………………………………</w:t>
      </w:r>
    </w:p>
    <w:p w14:paraId="660554D0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termin płatności* - …………………………………………………………………………...</w:t>
      </w:r>
    </w:p>
    <w:p w14:paraId="75938CFF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warunki gwarancji* - ………………………………………………………………………...</w:t>
      </w:r>
    </w:p>
    <w:p w14:paraId="3894FFE2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inne warunki realizacji zamówienia* - ……………………………………………………..</w:t>
      </w:r>
    </w:p>
    <w:p w14:paraId="472954A6" w14:textId="408D528C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3.Oświadczenie</w:t>
      </w:r>
      <w:r w:rsidR="00E423DF">
        <w:rPr>
          <w:rFonts w:ascii="Arial" w:hAnsi="Arial" w:cs="Arial"/>
          <w:bCs/>
          <w:kern w:val="1"/>
          <w:lang w:eastAsia="zh-CN"/>
        </w:rPr>
        <w:t>:</w:t>
      </w:r>
    </w:p>
    <w:p w14:paraId="17A12C17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1/.zapoznałem się z treścią zapytania ofertowego i nie wnoszę do niego zastrzeżeń</w:t>
      </w:r>
    </w:p>
    <w:p w14:paraId="1D252249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</w:t>
      </w:r>
      <w:r w:rsidRPr="00D879B7">
        <w:rPr>
          <w:rFonts w:ascii="Arial" w:hAnsi="Arial" w:cs="Arial"/>
          <w:bCs/>
          <w:kern w:val="1"/>
          <w:lang w:eastAsia="zh-CN"/>
        </w:rPr>
        <w:t>oraz akceptuję warunki w nim zawarte,</w:t>
      </w:r>
    </w:p>
    <w:p w14:paraId="34A0F947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2/.zapoznałem się ze wzorem umowy i zobowiązuję się, w przypadku mojej ofert,</w:t>
      </w:r>
    </w:p>
    <w:p w14:paraId="1E87D975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>do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</w:t>
      </w:r>
      <w:r w:rsidRPr="00D879B7">
        <w:rPr>
          <w:rFonts w:ascii="Arial" w:hAnsi="Arial" w:cs="Arial"/>
          <w:bCs/>
          <w:kern w:val="1"/>
          <w:lang w:eastAsia="zh-CN"/>
        </w:rPr>
        <w:t>zawarcia umowy na warunkach w niej określonych, w miejscu i w terminie</w:t>
      </w:r>
    </w:p>
    <w:p w14:paraId="5CAE2DFA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 xml:space="preserve">wskazanym przez Zamawiającego. </w:t>
      </w:r>
    </w:p>
    <w:p w14:paraId="2126ACCF" w14:textId="3C517611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vertAlign w:val="superscript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3/. ** wypełniłem obowiązki informacyjne przewidziane w art. 13 lub art. 14 RODO</w:t>
      </w:r>
      <w:r w:rsidRPr="00D879B7">
        <w:rPr>
          <w:rFonts w:ascii="Arial" w:hAnsi="Arial" w:cs="Arial"/>
          <w:bCs/>
          <w:kern w:val="1"/>
          <w:vertAlign w:val="superscript"/>
          <w:lang w:eastAsia="zh-CN"/>
        </w:rPr>
        <w:t>1)</w:t>
      </w:r>
    </w:p>
    <w:p w14:paraId="63C044A2" w14:textId="1C2B4CC9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vertAlign w:val="superscript"/>
          <w:lang w:eastAsia="zh-CN"/>
        </w:rPr>
        <w:t xml:space="preserve">    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</w:t>
      </w:r>
      <w:r w:rsidRPr="00D879B7">
        <w:rPr>
          <w:rFonts w:ascii="Arial" w:hAnsi="Arial" w:cs="Arial"/>
          <w:bCs/>
          <w:kern w:val="1"/>
          <w:lang w:eastAsia="zh-CN"/>
        </w:rPr>
        <w:t>wobec osób fizycznych, od których dane osobowe bezpośrednio lub pośrednio</w:t>
      </w:r>
    </w:p>
    <w:p w14:paraId="6215E6F9" w14:textId="442D6FFE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 xml:space="preserve">pozyskałem w celu ubiegania się o udzielenie zamówienia publicznego w </w:t>
      </w:r>
    </w:p>
    <w:p w14:paraId="7D4ABC6A" w14:textId="1E2E4D39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>niniejszym postępowaniu.</w:t>
      </w:r>
      <w:r w:rsidRPr="00D879B7">
        <w:rPr>
          <w:rFonts w:ascii="Arial" w:hAnsi="Arial" w:cs="Arial"/>
          <w:bCs/>
          <w:kern w:val="1"/>
          <w:vertAlign w:val="superscript"/>
          <w:lang w:eastAsia="zh-CN"/>
        </w:rPr>
        <w:t>2)</w:t>
      </w:r>
    </w:p>
    <w:p w14:paraId="372B262B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0D641C9C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54AA501B" w14:textId="7A38981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D879B7">
        <w:rPr>
          <w:rFonts w:ascii="Arial" w:hAnsi="Arial" w:cs="Arial"/>
          <w:bCs/>
          <w:kern w:val="1"/>
          <w:lang w:eastAsia="zh-CN"/>
        </w:rPr>
        <w:t>.</w:t>
      </w:r>
      <w:r w:rsidR="00983B10">
        <w:rPr>
          <w:rFonts w:ascii="Arial" w:hAnsi="Arial" w:cs="Arial"/>
          <w:bCs/>
          <w:kern w:val="1"/>
          <w:lang w:eastAsia="zh-CN"/>
        </w:rPr>
        <w:t>.........................</w:t>
      </w:r>
    </w:p>
    <w:p w14:paraId="24D007EF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 xml:space="preserve">(data, podpis i pieczątka wykonawcy lub osoby upoważnionej)    </w:t>
      </w:r>
    </w:p>
    <w:p w14:paraId="656EE788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6AB52951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sz w:val="16"/>
          <w:szCs w:val="16"/>
          <w:lang w:eastAsia="zh-CN"/>
        </w:rPr>
      </w:pPr>
      <w:r w:rsidRPr="00D879B7">
        <w:rPr>
          <w:rFonts w:ascii="Arial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48940CDB" w14:textId="778C65FF" w:rsidR="00D879B7" w:rsidRPr="00D879B7" w:rsidRDefault="00D879B7" w:rsidP="00D879B7">
      <w:pPr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D879B7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D879B7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D879B7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D879B7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4B31A6" w14:textId="62C3D9AA" w:rsidR="00D879B7" w:rsidRPr="0068434D" w:rsidRDefault="00D879B7" w:rsidP="0068434D">
      <w:pPr>
        <w:suppressAutoHyphens/>
        <w:spacing w:before="280" w:after="280" w:line="276" w:lineRule="auto"/>
        <w:ind w:left="142" w:hanging="142"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D879B7">
        <w:rPr>
          <w:rFonts w:ascii="Arial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                                                                                            </w:t>
      </w:r>
    </w:p>
    <w:sectPr w:rsidR="00D879B7" w:rsidRPr="0068434D" w:rsidSect="00CA5FE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134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ECA1F" w14:textId="77777777" w:rsidR="00B208C8" w:rsidRDefault="00B208C8">
      <w:r>
        <w:separator/>
      </w:r>
    </w:p>
  </w:endnote>
  <w:endnote w:type="continuationSeparator" w:id="0">
    <w:p w14:paraId="60152668" w14:textId="77777777" w:rsidR="00B208C8" w:rsidRDefault="00B2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45323" w14:textId="77777777" w:rsidR="00AF2FC7" w:rsidRDefault="00D76E2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2864F11" w14:textId="77777777" w:rsidR="00AF2FC7" w:rsidRDefault="00AF2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9E8BB" w14:textId="77777777" w:rsidR="00AF2FC7" w:rsidRDefault="00D76E2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49324359" w14:textId="77777777" w:rsidR="00AF2FC7" w:rsidRDefault="00AF2F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C355A" w14:textId="77777777" w:rsidR="00AF2FC7" w:rsidRDefault="00D76E2A" w:rsidP="00A74323">
    <w:pPr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BF6FBD" wp14:editId="672E8E68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18415" b="1841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2051" style="mso-height-percent:0;mso-height-relative:page;mso-width-percent:0;mso-width-relative:page;mso-wrap-distance-bottom:0;mso-wrap-distance-left:9pt;mso-wrap-distance-right:9pt;mso-wrap-distance-top:0;mso-wrap-style:square;position:absolute;visibility:visible;z-index:251664384" from="0,7.35pt" to="462.05pt,7.4pt" strokecolor="#005846" strokeweight="0.5pt"/>
          </w:pict>
        </mc:Fallback>
      </mc:AlternateContent>
    </w:r>
  </w:p>
  <w:p w14:paraId="1EF7A5EC" w14:textId="77777777" w:rsidR="00AF2FC7" w:rsidRDefault="00AF2FC7" w:rsidP="00A74323">
    <w:pPr>
      <w:rPr>
        <w:rFonts w:ascii="Arial" w:hAnsi="Arial" w:cs="Arial"/>
        <w:sz w:val="16"/>
        <w:szCs w:val="16"/>
      </w:rPr>
    </w:pPr>
  </w:p>
  <w:p w14:paraId="1DA51B9D" w14:textId="77777777" w:rsidR="00AF2FC7" w:rsidRDefault="00D76E2A" w:rsidP="00A74323">
    <w:pPr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1A2971" wp14:editId="06B4789F">
              <wp:simplePos x="0" y="0"/>
              <wp:positionH relativeFrom="column">
                <wp:posOffset>4549140</wp:posOffset>
              </wp:positionH>
              <wp:positionV relativeFrom="paragraph">
                <wp:posOffset>17145</wp:posOffset>
              </wp:positionV>
              <wp:extent cx="139192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AF8C0A" w14:textId="77777777" w:rsidR="00AF2FC7" w:rsidRDefault="00D76E2A" w:rsidP="00A74323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1A297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8.2pt;margin-top:1.35pt;width:109.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" strokecolor="white">
              <v:textbox inset=",0">
                <w:txbxContent>
                  <w:p w14:paraId="7BAF8C0A" w14:textId="77777777" w:rsidR="00AF2FC7" w:rsidRDefault="00D76E2A" w:rsidP="00A74323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>Nadleśnictwo Lubliniec, ul. Myśliwska 1 42-700 Lubliniec,</w:t>
    </w:r>
    <w:r>
      <w:rPr>
        <w:rFonts w:ascii="Arial" w:hAnsi="Arial" w:cs="Arial"/>
        <w:sz w:val="16"/>
        <w:szCs w:val="16"/>
      </w:rPr>
      <w:tab/>
    </w:r>
  </w:p>
  <w:p w14:paraId="62211772" w14:textId="77777777" w:rsidR="00AF2FC7" w:rsidRPr="00091E14" w:rsidRDefault="00D76E2A" w:rsidP="00A74323">
    <w:pPr>
      <w:rPr>
        <w:rFonts w:ascii="Arial" w:hAnsi="Arial" w:cs="Arial"/>
        <w:sz w:val="16"/>
        <w:szCs w:val="16"/>
        <w:lang w:val="en-US"/>
      </w:rPr>
    </w:pPr>
    <w:r w:rsidRPr="00091E14">
      <w:rPr>
        <w:rFonts w:ascii="Arial" w:hAnsi="Arial" w:cs="Arial"/>
        <w:sz w:val="16"/>
        <w:szCs w:val="16"/>
        <w:lang w:val="en-US"/>
      </w:rPr>
      <w:t xml:space="preserve">tel.: </w:t>
    </w:r>
    <w:r>
      <w:rPr>
        <w:rFonts w:ascii="Arial" w:hAnsi="Arial" w:cs="Arial"/>
        <w:sz w:val="16"/>
        <w:szCs w:val="16"/>
        <w:lang w:val="en-US"/>
      </w:rPr>
      <w:t>34 351 33 38</w:t>
    </w:r>
    <w:r w:rsidRPr="00091E14">
      <w:rPr>
        <w:rFonts w:ascii="Arial" w:hAnsi="Arial" w:cs="Arial"/>
        <w:sz w:val="16"/>
        <w:szCs w:val="16"/>
        <w:lang w:val="en-US"/>
      </w:rPr>
      <w:t>,  e-mail:</w:t>
    </w:r>
    <w:r>
      <w:rPr>
        <w:rFonts w:ascii="Arial" w:hAnsi="Arial" w:cs="Arial"/>
        <w:sz w:val="16"/>
        <w:szCs w:val="16"/>
        <w:lang w:val="en-US"/>
      </w:rPr>
      <w:t xml:space="preserve"> lubliniec@katowice.lasy.gov.pl</w:t>
    </w:r>
  </w:p>
  <w:p w14:paraId="2A8D6035" w14:textId="77777777" w:rsidR="00AF2FC7" w:rsidRPr="00091E14" w:rsidRDefault="00AF2FC7" w:rsidP="00A7432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62E52" w14:textId="77777777" w:rsidR="00B208C8" w:rsidRDefault="00B208C8">
      <w:r>
        <w:separator/>
      </w:r>
    </w:p>
  </w:footnote>
  <w:footnote w:type="continuationSeparator" w:id="0">
    <w:p w14:paraId="67C24052" w14:textId="77777777" w:rsidR="00B208C8" w:rsidRDefault="00B20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E82DC" w14:textId="77777777" w:rsidR="00AF2FC7" w:rsidRDefault="00D76E2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52D19" w14:textId="77777777" w:rsidR="00AF2FC7" w:rsidRDefault="00000000" w:rsidP="00A7432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12DD42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3073" DrawAspect="Content" ObjectID="_1794823578" r:id="rId2"/>
      </w:object>
    </w:r>
    <w:r w:rsidR="00D76E2A">
      <w:rPr>
        <w:rFonts w:ascii="Arial" w:hAnsi="Arial" w:cs="Arial"/>
        <w:color w:val="005042"/>
        <w:sz w:val="28"/>
        <w:szCs w:val="28"/>
      </w:rPr>
      <w:t xml:space="preserve"> Nadleśnictwo Lubliniec</w:t>
    </w:r>
  </w:p>
  <w:p w14:paraId="411FFD16" w14:textId="77777777" w:rsidR="00AF2FC7" w:rsidRPr="00972EBE" w:rsidRDefault="00AF2FC7" w:rsidP="00972EBE"/>
  <w:p w14:paraId="033D0924" w14:textId="77777777" w:rsidR="00AF2FC7" w:rsidRPr="00080E1A" w:rsidRDefault="00AF2FC7" w:rsidP="00A74323">
    <w:pPr>
      <w:spacing w:line="80" w:lineRule="exact"/>
      <w:rPr>
        <w:sz w:val="16"/>
        <w:szCs w:val="16"/>
      </w:rPr>
    </w:pPr>
  </w:p>
  <w:p w14:paraId="57945CE1" w14:textId="77777777" w:rsidR="00AF2FC7" w:rsidRDefault="00D76E2A" w:rsidP="00A74323">
    <w:pPr>
      <w:tabs>
        <w:tab w:val="left" w:pos="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493F4" wp14:editId="5AECE2A3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18415" b="1841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0288" from="0,-2.35pt" to="462.05pt,-2.3pt" strokecolor="#005846" strokeweight="0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2507D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EA69EF"/>
    <w:multiLevelType w:val="hybridMultilevel"/>
    <w:tmpl w:val="932C6EEC"/>
    <w:lvl w:ilvl="0" w:tplc="DAC65EAE">
      <w:start w:val="1"/>
      <w:numFmt w:val="decimal"/>
      <w:lvlText w:val="%1."/>
      <w:lvlJc w:val="left"/>
      <w:pPr>
        <w:ind w:left="720" w:hanging="360"/>
      </w:pPr>
    </w:lvl>
    <w:lvl w:ilvl="1" w:tplc="8F68EF4C" w:tentative="1">
      <w:start w:val="1"/>
      <w:numFmt w:val="lowerLetter"/>
      <w:lvlText w:val="%2."/>
      <w:lvlJc w:val="left"/>
      <w:pPr>
        <w:ind w:left="1440" w:hanging="360"/>
      </w:pPr>
    </w:lvl>
    <w:lvl w:ilvl="2" w:tplc="EA22974A" w:tentative="1">
      <w:start w:val="1"/>
      <w:numFmt w:val="lowerRoman"/>
      <w:lvlText w:val="%3."/>
      <w:lvlJc w:val="right"/>
      <w:pPr>
        <w:ind w:left="2160" w:hanging="180"/>
      </w:pPr>
    </w:lvl>
    <w:lvl w:ilvl="3" w:tplc="7F80C494" w:tentative="1">
      <w:start w:val="1"/>
      <w:numFmt w:val="decimal"/>
      <w:lvlText w:val="%4."/>
      <w:lvlJc w:val="left"/>
      <w:pPr>
        <w:ind w:left="2880" w:hanging="360"/>
      </w:pPr>
    </w:lvl>
    <w:lvl w:ilvl="4" w:tplc="DC427D70" w:tentative="1">
      <w:start w:val="1"/>
      <w:numFmt w:val="lowerLetter"/>
      <w:lvlText w:val="%5."/>
      <w:lvlJc w:val="left"/>
      <w:pPr>
        <w:ind w:left="3600" w:hanging="360"/>
      </w:pPr>
    </w:lvl>
    <w:lvl w:ilvl="5" w:tplc="931C42EA" w:tentative="1">
      <w:start w:val="1"/>
      <w:numFmt w:val="lowerRoman"/>
      <w:lvlText w:val="%6."/>
      <w:lvlJc w:val="right"/>
      <w:pPr>
        <w:ind w:left="4320" w:hanging="180"/>
      </w:pPr>
    </w:lvl>
    <w:lvl w:ilvl="6" w:tplc="83A6FE96" w:tentative="1">
      <w:start w:val="1"/>
      <w:numFmt w:val="decimal"/>
      <w:lvlText w:val="%7."/>
      <w:lvlJc w:val="left"/>
      <w:pPr>
        <w:ind w:left="5040" w:hanging="360"/>
      </w:pPr>
    </w:lvl>
    <w:lvl w:ilvl="7" w:tplc="7BA84616" w:tentative="1">
      <w:start w:val="1"/>
      <w:numFmt w:val="lowerLetter"/>
      <w:lvlText w:val="%8."/>
      <w:lvlJc w:val="left"/>
      <w:pPr>
        <w:ind w:left="5760" w:hanging="360"/>
      </w:pPr>
    </w:lvl>
    <w:lvl w:ilvl="8" w:tplc="06821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5040D"/>
    <w:multiLevelType w:val="hybridMultilevel"/>
    <w:tmpl w:val="1F4E7726"/>
    <w:lvl w:ilvl="0" w:tplc="252C7DB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2D4937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FECD60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D41F1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ECBA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BD6A92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E5C06D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FD01FA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6A247C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94207C"/>
    <w:multiLevelType w:val="hybridMultilevel"/>
    <w:tmpl w:val="B6740DC8"/>
    <w:lvl w:ilvl="0" w:tplc="6382D42E">
      <w:start w:val="1"/>
      <w:numFmt w:val="decimal"/>
      <w:lvlText w:val="%1."/>
      <w:lvlJc w:val="left"/>
      <w:pPr>
        <w:ind w:left="720" w:hanging="360"/>
      </w:pPr>
    </w:lvl>
    <w:lvl w:ilvl="1" w:tplc="90300824" w:tentative="1">
      <w:start w:val="1"/>
      <w:numFmt w:val="lowerLetter"/>
      <w:lvlText w:val="%2."/>
      <w:lvlJc w:val="left"/>
      <w:pPr>
        <w:ind w:left="1440" w:hanging="360"/>
      </w:pPr>
    </w:lvl>
    <w:lvl w:ilvl="2" w:tplc="BF1045A6" w:tentative="1">
      <w:start w:val="1"/>
      <w:numFmt w:val="lowerRoman"/>
      <w:lvlText w:val="%3."/>
      <w:lvlJc w:val="right"/>
      <w:pPr>
        <w:ind w:left="2160" w:hanging="180"/>
      </w:pPr>
    </w:lvl>
    <w:lvl w:ilvl="3" w:tplc="58B21B64" w:tentative="1">
      <w:start w:val="1"/>
      <w:numFmt w:val="decimal"/>
      <w:lvlText w:val="%4."/>
      <w:lvlJc w:val="left"/>
      <w:pPr>
        <w:ind w:left="2880" w:hanging="360"/>
      </w:pPr>
    </w:lvl>
    <w:lvl w:ilvl="4" w:tplc="4C943890" w:tentative="1">
      <w:start w:val="1"/>
      <w:numFmt w:val="lowerLetter"/>
      <w:lvlText w:val="%5."/>
      <w:lvlJc w:val="left"/>
      <w:pPr>
        <w:ind w:left="3600" w:hanging="360"/>
      </w:pPr>
    </w:lvl>
    <w:lvl w:ilvl="5" w:tplc="64A8E336" w:tentative="1">
      <w:start w:val="1"/>
      <w:numFmt w:val="lowerRoman"/>
      <w:lvlText w:val="%6."/>
      <w:lvlJc w:val="right"/>
      <w:pPr>
        <w:ind w:left="4320" w:hanging="180"/>
      </w:pPr>
    </w:lvl>
    <w:lvl w:ilvl="6" w:tplc="3A3EC4C0" w:tentative="1">
      <w:start w:val="1"/>
      <w:numFmt w:val="decimal"/>
      <w:lvlText w:val="%7."/>
      <w:lvlJc w:val="left"/>
      <w:pPr>
        <w:ind w:left="5040" w:hanging="360"/>
      </w:pPr>
    </w:lvl>
    <w:lvl w:ilvl="7" w:tplc="B33C94C2" w:tentative="1">
      <w:start w:val="1"/>
      <w:numFmt w:val="lowerLetter"/>
      <w:lvlText w:val="%8."/>
      <w:lvlJc w:val="left"/>
      <w:pPr>
        <w:ind w:left="5760" w:hanging="360"/>
      </w:pPr>
    </w:lvl>
    <w:lvl w:ilvl="8" w:tplc="3EB03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36CDB"/>
    <w:multiLevelType w:val="hybridMultilevel"/>
    <w:tmpl w:val="8B663164"/>
    <w:lvl w:ilvl="0" w:tplc="D49628A4">
      <w:start w:val="1"/>
      <w:numFmt w:val="lowerLetter"/>
      <w:lvlText w:val="%1)"/>
      <w:lvlJc w:val="left"/>
      <w:pPr>
        <w:ind w:left="1287" w:hanging="360"/>
      </w:pPr>
    </w:lvl>
    <w:lvl w:ilvl="1" w:tplc="6D302B78" w:tentative="1">
      <w:start w:val="1"/>
      <w:numFmt w:val="lowerLetter"/>
      <w:lvlText w:val="%2."/>
      <w:lvlJc w:val="left"/>
      <w:pPr>
        <w:ind w:left="2007" w:hanging="360"/>
      </w:pPr>
    </w:lvl>
    <w:lvl w:ilvl="2" w:tplc="FA507E8C" w:tentative="1">
      <w:start w:val="1"/>
      <w:numFmt w:val="lowerRoman"/>
      <w:lvlText w:val="%3."/>
      <w:lvlJc w:val="right"/>
      <w:pPr>
        <w:ind w:left="2727" w:hanging="180"/>
      </w:pPr>
    </w:lvl>
    <w:lvl w:ilvl="3" w:tplc="60D8967A" w:tentative="1">
      <w:start w:val="1"/>
      <w:numFmt w:val="decimal"/>
      <w:lvlText w:val="%4."/>
      <w:lvlJc w:val="left"/>
      <w:pPr>
        <w:ind w:left="3447" w:hanging="360"/>
      </w:pPr>
    </w:lvl>
    <w:lvl w:ilvl="4" w:tplc="44327F8E" w:tentative="1">
      <w:start w:val="1"/>
      <w:numFmt w:val="lowerLetter"/>
      <w:lvlText w:val="%5."/>
      <w:lvlJc w:val="left"/>
      <w:pPr>
        <w:ind w:left="4167" w:hanging="360"/>
      </w:pPr>
    </w:lvl>
    <w:lvl w:ilvl="5" w:tplc="D03E6EAC" w:tentative="1">
      <w:start w:val="1"/>
      <w:numFmt w:val="lowerRoman"/>
      <w:lvlText w:val="%6."/>
      <w:lvlJc w:val="right"/>
      <w:pPr>
        <w:ind w:left="4887" w:hanging="180"/>
      </w:pPr>
    </w:lvl>
    <w:lvl w:ilvl="6" w:tplc="5B322B0E" w:tentative="1">
      <w:start w:val="1"/>
      <w:numFmt w:val="decimal"/>
      <w:lvlText w:val="%7."/>
      <w:lvlJc w:val="left"/>
      <w:pPr>
        <w:ind w:left="5607" w:hanging="360"/>
      </w:pPr>
    </w:lvl>
    <w:lvl w:ilvl="7" w:tplc="37202308" w:tentative="1">
      <w:start w:val="1"/>
      <w:numFmt w:val="lowerLetter"/>
      <w:lvlText w:val="%8."/>
      <w:lvlJc w:val="left"/>
      <w:pPr>
        <w:ind w:left="6327" w:hanging="360"/>
      </w:pPr>
    </w:lvl>
    <w:lvl w:ilvl="8" w:tplc="3B8A7E7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644F7B"/>
    <w:multiLevelType w:val="hybridMultilevel"/>
    <w:tmpl w:val="F28A2654"/>
    <w:lvl w:ilvl="0" w:tplc="13A04182">
      <w:start w:val="1"/>
      <w:numFmt w:val="lowerLetter"/>
      <w:lvlText w:val="%1)"/>
      <w:lvlJc w:val="left"/>
      <w:pPr>
        <w:ind w:left="1287" w:hanging="360"/>
      </w:pPr>
    </w:lvl>
    <w:lvl w:ilvl="1" w:tplc="679EB4B4">
      <w:start w:val="1"/>
      <w:numFmt w:val="lowerLetter"/>
      <w:lvlText w:val="%2."/>
      <w:lvlJc w:val="left"/>
      <w:pPr>
        <w:ind w:left="2007" w:hanging="360"/>
      </w:pPr>
    </w:lvl>
    <w:lvl w:ilvl="2" w:tplc="CE529E48" w:tentative="1">
      <w:start w:val="1"/>
      <w:numFmt w:val="lowerRoman"/>
      <w:lvlText w:val="%3."/>
      <w:lvlJc w:val="right"/>
      <w:pPr>
        <w:ind w:left="2727" w:hanging="180"/>
      </w:pPr>
    </w:lvl>
    <w:lvl w:ilvl="3" w:tplc="D886504C" w:tentative="1">
      <w:start w:val="1"/>
      <w:numFmt w:val="decimal"/>
      <w:lvlText w:val="%4."/>
      <w:lvlJc w:val="left"/>
      <w:pPr>
        <w:ind w:left="3447" w:hanging="360"/>
      </w:pPr>
    </w:lvl>
    <w:lvl w:ilvl="4" w:tplc="F8187098" w:tentative="1">
      <w:start w:val="1"/>
      <w:numFmt w:val="lowerLetter"/>
      <w:lvlText w:val="%5."/>
      <w:lvlJc w:val="left"/>
      <w:pPr>
        <w:ind w:left="4167" w:hanging="360"/>
      </w:pPr>
    </w:lvl>
    <w:lvl w:ilvl="5" w:tplc="01E65058" w:tentative="1">
      <w:start w:val="1"/>
      <w:numFmt w:val="lowerRoman"/>
      <w:lvlText w:val="%6."/>
      <w:lvlJc w:val="right"/>
      <w:pPr>
        <w:ind w:left="4887" w:hanging="180"/>
      </w:pPr>
    </w:lvl>
    <w:lvl w:ilvl="6" w:tplc="9648AEF8" w:tentative="1">
      <w:start w:val="1"/>
      <w:numFmt w:val="decimal"/>
      <w:lvlText w:val="%7."/>
      <w:lvlJc w:val="left"/>
      <w:pPr>
        <w:ind w:left="5607" w:hanging="360"/>
      </w:pPr>
    </w:lvl>
    <w:lvl w:ilvl="7" w:tplc="E5765DCA" w:tentative="1">
      <w:start w:val="1"/>
      <w:numFmt w:val="lowerLetter"/>
      <w:lvlText w:val="%8."/>
      <w:lvlJc w:val="left"/>
      <w:pPr>
        <w:ind w:left="6327" w:hanging="360"/>
      </w:pPr>
    </w:lvl>
    <w:lvl w:ilvl="8" w:tplc="9E86EB4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4102215"/>
    <w:multiLevelType w:val="hybridMultilevel"/>
    <w:tmpl w:val="966ACEF4"/>
    <w:lvl w:ilvl="0" w:tplc="EF1EE04E">
      <w:start w:val="1"/>
      <w:numFmt w:val="lowerLetter"/>
      <w:lvlText w:val="%1)"/>
      <w:lvlJc w:val="left"/>
      <w:pPr>
        <w:ind w:left="1287" w:hanging="360"/>
      </w:pPr>
    </w:lvl>
    <w:lvl w:ilvl="1" w:tplc="A350A1B6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31504EBE" w:tentative="1">
      <w:start w:val="1"/>
      <w:numFmt w:val="lowerRoman"/>
      <w:lvlText w:val="%3."/>
      <w:lvlJc w:val="right"/>
      <w:pPr>
        <w:ind w:left="2727" w:hanging="180"/>
      </w:pPr>
    </w:lvl>
    <w:lvl w:ilvl="3" w:tplc="1DF8FBD6" w:tentative="1">
      <w:start w:val="1"/>
      <w:numFmt w:val="decimal"/>
      <w:lvlText w:val="%4."/>
      <w:lvlJc w:val="left"/>
      <w:pPr>
        <w:ind w:left="3447" w:hanging="360"/>
      </w:pPr>
    </w:lvl>
    <w:lvl w:ilvl="4" w:tplc="E280C8B8" w:tentative="1">
      <w:start w:val="1"/>
      <w:numFmt w:val="lowerLetter"/>
      <w:lvlText w:val="%5."/>
      <w:lvlJc w:val="left"/>
      <w:pPr>
        <w:ind w:left="4167" w:hanging="360"/>
      </w:pPr>
    </w:lvl>
    <w:lvl w:ilvl="5" w:tplc="D8F005A8" w:tentative="1">
      <w:start w:val="1"/>
      <w:numFmt w:val="lowerRoman"/>
      <w:lvlText w:val="%6."/>
      <w:lvlJc w:val="right"/>
      <w:pPr>
        <w:ind w:left="4887" w:hanging="180"/>
      </w:pPr>
    </w:lvl>
    <w:lvl w:ilvl="6" w:tplc="6B78513E" w:tentative="1">
      <w:start w:val="1"/>
      <w:numFmt w:val="decimal"/>
      <w:lvlText w:val="%7."/>
      <w:lvlJc w:val="left"/>
      <w:pPr>
        <w:ind w:left="5607" w:hanging="360"/>
      </w:pPr>
    </w:lvl>
    <w:lvl w:ilvl="7" w:tplc="0F12A0D6" w:tentative="1">
      <w:start w:val="1"/>
      <w:numFmt w:val="lowerLetter"/>
      <w:lvlText w:val="%8."/>
      <w:lvlJc w:val="left"/>
      <w:pPr>
        <w:ind w:left="6327" w:hanging="360"/>
      </w:pPr>
    </w:lvl>
    <w:lvl w:ilvl="8" w:tplc="B05C300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27979828">
    <w:abstractNumId w:val="2"/>
  </w:num>
  <w:num w:numId="2" w16cid:durableId="629435328">
    <w:abstractNumId w:val="4"/>
  </w:num>
  <w:num w:numId="3" w16cid:durableId="1739786981">
    <w:abstractNumId w:val="5"/>
  </w:num>
  <w:num w:numId="4" w16cid:durableId="372846991">
    <w:abstractNumId w:val="6"/>
  </w:num>
  <w:num w:numId="5" w16cid:durableId="1705593313">
    <w:abstractNumId w:val="1"/>
  </w:num>
  <w:num w:numId="6" w16cid:durableId="1864320738">
    <w:abstractNumId w:val="3"/>
  </w:num>
  <w:num w:numId="7" w16cid:durableId="181680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7B"/>
    <w:rsid w:val="00024709"/>
    <w:rsid w:val="0002662C"/>
    <w:rsid w:val="00051CF9"/>
    <w:rsid w:val="00071644"/>
    <w:rsid w:val="00085467"/>
    <w:rsid w:val="00096E28"/>
    <w:rsid w:val="000A0AA7"/>
    <w:rsid w:val="000B374B"/>
    <w:rsid w:val="000C3039"/>
    <w:rsid w:val="000C6524"/>
    <w:rsid w:val="000C6A4D"/>
    <w:rsid w:val="000F3C00"/>
    <w:rsid w:val="000F65B4"/>
    <w:rsid w:val="0010090D"/>
    <w:rsid w:val="00125F6F"/>
    <w:rsid w:val="001331EF"/>
    <w:rsid w:val="00134B6A"/>
    <w:rsid w:val="00150499"/>
    <w:rsid w:val="00180E9D"/>
    <w:rsid w:val="001931D4"/>
    <w:rsid w:val="0019713B"/>
    <w:rsid w:val="001A3DAB"/>
    <w:rsid w:val="001A4DEB"/>
    <w:rsid w:val="001B0A1F"/>
    <w:rsid w:val="001C370E"/>
    <w:rsid w:val="001D5B26"/>
    <w:rsid w:val="001E0F00"/>
    <w:rsid w:val="001F0E85"/>
    <w:rsid w:val="00212CD0"/>
    <w:rsid w:val="0021462D"/>
    <w:rsid w:val="00240D00"/>
    <w:rsid w:val="00291E32"/>
    <w:rsid w:val="002B0717"/>
    <w:rsid w:val="002D4F24"/>
    <w:rsid w:val="00306402"/>
    <w:rsid w:val="00336455"/>
    <w:rsid w:val="003544D2"/>
    <w:rsid w:val="00374335"/>
    <w:rsid w:val="00375352"/>
    <w:rsid w:val="003946E2"/>
    <w:rsid w:val="003A0B98"/>
    <w:rsid w:val="003C1231"/>
    <w:rsid w:val="003D6718"/>
    <w:rsid w:val="0040579E"/>
    <w:rsid w:val="00430A33"/>
    <w:rsid w:val="004759BB"/>
    <w:rsid w:val="00486167"/>
    <w:rsid w:val="004A6259"/>
    <w:rsid w:val="004B3CFE"/>
    <w:rsid w:val="004D25C2"/>
    <w:rsid w:val="0051671F"/>
    <w:rsid w:val="005302B3"/>
    <w:rsid w:val="00553F59"/>
    <w:rsid w:val="00563195"/>
    <w:rsid w:val="00594D69"/>
    <w:rsid w:val="005A229E"/>
    <w:rsid w:val="005A50D0"/>
    <w:rsid w:val="005C0412"/>
    <w:rsid w:val="005D77C2"/>
    <w:rsid w:val="005E56E5"/>
    <w:rsid w:val="00602C88"/>
    <w:rsid w:val="0060633A"/>
    <w:rsid w:val="00620772"/>
    <w:rsid w:val="006331C5"/>
    <w:rsid w:val="00641013"/>
    <w:rsid w:val="00642610"/>
    <w:rsid w:val="006436CD"/>
    <w:rsid w:val="0064650D"/>
    <w:rsid w:val="006472D2"/>
    <w:rsid w:val="0065184F"/>
    <w:rsid w:val="00674F62"/>
    <w:rsid w:val="006770AA"/>
    <w:rsid w:val="0068057B"/>
    <w:rsid w:val="0068434D"/>
    <w:rsid w:val="006853AD"/>
    <w:rsid w:val="006A7E79"/>
    <w:rsid w:val="006F2F54"/>
    <w:rsid w:val="006F5EE8"/>
    <w:rsid w:val="00710489"/>
    <w:rsid w:val="0071154D"/>
    <w:rsid w:val="0072462A"/>
    <w:rsid w:val="00736B56"/>
    <w:rsid w:val="00783106"/>
    <w:rsid w:val="007855EE"/>
    <w:rsid w:val="00785F06"/>
    <w:rsid w:val="0078609C"/>
    <w:rsid w:val="007904CD"/>
    <w:rsid w:val="007A5598"/>
    <w:rsid w:val="007D150A"/>
    <w:rsid w:val="00826D18"/>
    <w:rsid w:val="00837016"/>
    <w:rsid w:val="0087026D"/>
    <w:rsid w:val="008803A2"/>
    <w:rsid w:val="00883193"/>
    <w:rsid w:val="008911C8"/>
    <w:rsid w:val="008B1505"/>
    <w:rsid w:val="008D5BB2"/>
    <w:rsid w:val="009616F7"/>
    <w:rsid w:val="00965AB5"/>
    <w:rsid w:val="00970524"/>
    <w:rsid w:val="00970811"/>
    <w:rsid w:val="00983B10"/>
    <w:rsid w:val="00993D59"/>
    <w:rsid w:val="009B1E33"/>
    <w:rsid w:val="009D2762"/>
    <w:rsid w:val="009D317D"/>
    <w:rsid w:val="00A002FF"/>
    <w:rsid w:val="00A1499B"/>
    <w:rsid w:val="00A40BE9"/>
    <w:rsid w:val="00A450D8"/>
    <w:rsid w:val="00A91AAD"/>
    <w:rsid w:val="00AB698E"/>
    <w:rsid w:val="00AC478F"/>
    <w:rsid w:val="00AD77E1"/>
    <w:rsid w:val="00AF2FC7"/>
    <w:rsid w:val="00B208C8"/>
    <w:rsid w:val="00B20F32"/>
    <w:rsid w:val="00B36583"/>
    <w:rsid w:val="00B44CB7"/>
    <w:rsid w:val="00B66F04"/>
    <w:rsid w:val="00BA64D0"/>
    <w:rsid w:val="00BC426A"/>
    <w:rsid w:val="00BE4F30"/>
    <w:rsid w:val="00BE65E7"/>
    <w:rsid w:val="00C03A64"/>
    <w:rsid w:val="00C67EE7"/>
    <w:rsid w:val="00C722ED"/>
    <w:rsid w:val="00C76D9F"/>
    <w:rsid w:val="00CA5FEF"/>
    <w:rsid w:val="00CC188A"/>
    <w:rsid w:val="00D14F59"/>
    <w:rsid w:val="00D50E73"/>
    <w:rsid w:val="00D76E2A"/>
    <w:rsid w:val="00D879B7"/>
    <w:rsid w:val="00D87D01"/>
    <w:rsid w:val="00D9550C"/>
    <w:rsid w:val="00D967CF"/>
    <w:rsid w:val="00DB4A2D"/>
    <w:rsid w:val="00DD06E2"/>
    <w:rsid w:val="00DF43AF"/>
    <w:rsid w:val="00E0719B"/>
    <w:rsid w:val="00E423DF"/>
    <w:rsid w:val="00E7428E"/>
    <w:rsid w:val="00ED3146"/>
    <w:rsid w:val="00EF739F"/>
    <w:rsid w:val="00F202C6"/>
    <w:rsid w:val="00F239E0"/>
    <w:rsid w:val="00F27F12"/>
    <w:rsid w:val="00F432B7"/>
    <w:rsid w:val="00F75F7A"/>
    <w:rsid w:val="00F83AD3"/>
    <w:rsid w:val="00FB55D6"/>
    <w:rsid w:val="00FB5B88"/>
    <w:rsid w:val="00F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3AD732F"/>
  <w15:docId w15:val="{15FB3234-0037-4842-ACF5-174D910B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154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Default">
    <w:name w:val="Default"/>
    <w:rsid w:val="0068057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rsid w:val="0068057B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E7428E"/>
  </w:style>
  <w:style w:type="paragraph" w:styleId="Bezodstpw">
    <w:name w:val="No Spacing"/>
    <w:uiPriority w:val="1"/>
    <w:qFormat/>
    <w:rsid w:val="00D879B7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79B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879B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879B7"/>
    <w:rPr>
      <w:i/>
      <w:iCs/>
      <w:color w:val="404040" w:themeColor="text1" w:themeTint="BF"/>
    </w:rPr>
  </w:style>
  <w:style w:type="character" w:styleId="Numerwiersza">
    <w:name w:val="line number"/>
    <w:basedOn w:val="Domylnaczcionkaakapitu"/>
    <w:uiPriority w:val="99"/>
    <w:semiHidden/>
    <w:unhideWhenUsed/>
    <w:rsid w:val="00D879B7"/>
  </w:style>
  <w:style w:type="paragraph" w:customStyle="1" w:styleId="Bezformatowania">
    <w:name w:val="Bez formatowania"/>
    <w:rsid w:val="00993D59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D69B3-05C2-4D5A-9CF1-2F4F0FDE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1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Jakub Janas</cp:lastModifiedBy>
  <cp:revision>2</cp:revision>
  <cp:lastPrinted>2023-11-09T07:16:00Z</cp:lastPrinted>
  <dcterms:created xsi:type="dcterms:W3CDTF">2024-12-04T12:20:00Z</dcterms:created>
  <dcterms:modified xsi:type="dcterms:W3CDTF">2024-12-04T12:20:00Z</dcterms:modified>
  <cp:contentStatus>draft</cp:contentStatus>
</cp:coreProperties>
</file>